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80231">
        <w:rPr>
          <w:rFonts w:ascii="Corbel" w:hAnsi="Corbel"/>
          <w:i/>
          <w:smallCaps/>
          <w:sz w:val="24"/>
          <w:szCs w:val="24"/>
        </w:rPr>
        <w:t>20</w:t>
      </w:r>
      <w:r w:rsidR="006B5E2A">
        <w:rPr>
          <w:rFonts w:ascii="Corbel" w:hAnsi="Corbel"/>
          <w:i/>
          <w:smallCaps/>
          <w:sz w:val="24"/>
          <w:szCs w:val="24"/>
        </w:rPr>
        <w:t>20-2023</w:t>
      </w:r>
    </w:p>
    <w:p w:rsidR="00A320BC" w:rsidRDefault="00A320BC" w:rsidP="00A320BC">
      <w:pPr>
        <w:spacing w:after="0" w:line="240" w:lineRule="exact"/>
        <w:ind w:left="3540" w:firstLine="708"/>
        <w:jc w:val="both"/>
        <w:rPr>
          <w:rFonts w:ascii="Corbel" w:hAnsi="Corbel"/>
          <w:i/>
          <w:sz w:val="20"/>
          <w:szCs w:val="20"/>
        </w:rPr>
      </w:pPr>
    </w:p>
    <w:p w:rsidR="0085747A" w:rsidRDefault="0085747A" w:rsidP="00A320BC">
      <w:pPr>
        <w:spacing w:after="0" w:line="240" w:lineRule="exact"/>
        <w:ind w:left="3540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320BC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</w:t>
      </w:r>
      <w:r w:rsidR="006B5E2A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C6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9939B8" w:rsidP="00AF1C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39B8">
              <w:rPr>
                <w:rFonts w:ascii="Corbel" w:hAnsi="Corbel"/>
                <w:b w:val="0"/>
                <w:sz w:val="24"/>
                <w:szCs w:val="24"/>
              </w:rPr>
              <w:t>S1S[1-2]O_10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E4A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97B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7B8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B5D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12E24" w:rsidP="00077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D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654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3CC6" w:rsidP="00DC6F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C6F0A">
              <w:rPr>
                <w:rFonts w:ascii="Corbel" w:hAnsi="Corbel"/>
                <w:b w:val="0"/>
                <w:sz w:val="24"/>
                <w:szCs w:val="24"/>
              </w:rPr>
              <w:t>1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6B5E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Bździuch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6B5E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Bździuch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63BE9" w:rsidP="000350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D18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D18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C5758" w:rsidRDefault="00D10C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835B6" w:rsidRDefault="00425077" w:rsidP="00863C9F">
      <w:pPr>
        <w:pStyle w:val="Punktygwne"/>
        <w:pBdr>
          <w:between w:val="single" w:sz="4" w:space="1" w:color="auto"/>
        </w:pBdr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835B6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4835B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835B6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863C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626931" w:rsidP="00092A4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D1A0C" w:rsidRDefault="00ED1A0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A3FE0" w:rsidRPr="009C54AE" w:rsidRDefault="00CA3FE0" w:rsidP="004E55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ze sprzętem i oprogramowaniem służącym do tworzenia, przesyłania, prezentowania i zabezpieczania informacji oraz wypracowanie umiejętności świadomego doboru narzędzi informatycznych predysponowanych do wykonywania odpowiednich zadań. </w:t>
            </w:r>
          </w:p>
        </w:tc>
      </w:tr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A3FE0" w:rsidRPr="009C54AE" w:rsidRDefault="00CA3FE0" w:rsidP="004E55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>Zwiększenie kompetencji informatycznych w szczególności obsługi programów wchodzących w skład najpopularniejszego pakietu biurowego oraz umiejętności korzystan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z wybranych narzędzi on-line.</w:t>
            </w:r>
          </w:p>
        </w:tc>
      </w:tr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CA3FE0" w:rsidRPr="009C54AE" w:rsidRDefault="00CA3FE0" w:rsidP="004E55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możliwościami przeglądarek internetowych, w tym ze sposobami zaawansowanego wyszukiwania informacj</w:t>
            </w:r>
            <w:r w:rsidR="00A320BC">
              <w:rPr>
                <w:rFonts w:ascii="Corbel" w:hAnsi="Corbel"/>
                <w:b w:val="0"/>
                <w:sz w:val="24"/>
                <w:szCs w:val="24"/>
              </w:rPr>
              <w:t>i oraz z zasadami prywatności i </w:t>
            </w:r>
            <w:r>
              <w:rPr>
                <w:rFonts w:ascii="Corbel" w:hAnsi="Corbel"/>
                <w:b w:val="0"/>
                <w:sz w:val="24"/>
                <w:szCs w:val="24"/>
              </w:rPr>
              <w:t>bezpieczeństwa w sieci.</w:t>
            </w:r>
          </w:p>
        </w:tc>
      </w:tr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CA3FE0" w:rsidRDefault="00CA3FE0" w:rsidP="004E55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sposobami prezentowania informacji i danych w sieci przy użyciu języka HTML, poprzez naukę tworzenia prostych stron WWW.</w:t>
            </w:r>
          </w:p>
        </w:tc>
      </w:tr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:rsidR="00CA3FE0" w:rsidRDefault="00CA3FE0" w:rsidP="004E55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świadomego uczestnictwa w społeczeństwie informacyjnym.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D16C55" w:rsidP="00D16C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4835B6">
              <w:rPr>
                <w:rFonts w:ascii="Corbel" w:hAnsi="Corbel"/>
                <w:b w:val="0"/>
                <w:smallCaps w:val="0"/>
                <w:szCs w:val="24"/>
              </w:rPr>
              <w:t xml:space="preserve">tudent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sa</w:t>
            </w:r>
            <w:r w:rsidR="004835B6">
              <w:rPr>
                <w:rFonts w:ascii="Corbel" w:hAnsi="Corbel"/>
                <w:b w:val="0"/>
                <w:smallCaps w:val="0"/>
                <w:szCs w:val="24"/>
              </w:rPr>
              <w:t>modzielnie planuje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naukę z zakresu technologii informacyjnyc</w:t>
            </w:r>
            <w:r w:rsidR="004835B6">
              <w:rPr>
                <w:rFonts w:ascii="Corbel" w:hAnsi="Corbel"/>
                <w:b w:val="0"/>
                <w:smallCaps w:val="0"/>
                <w:szCs w:val="24"/>
              </w:rPr>
              <w:t>h oraz systematycznie uzupełnia i doskonali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nabyta wiedzę i umiejętności</w:t>
            </w:r>
          </w:p>
        </w:tc>
        <w:tc>
          <w:tcPr>
            <w:tcW w:w="1873" w:type="dxa"/>
          </w:tcPr>
          <w:p w:rsidR="004E552D" w:rsidRDefault="004E552D" w:rsidP="004E5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  <w:p w:rsidR="0085747A" w:rsidRPr="009C54AE" w:rsidRDefault="00D41632" w:rsidP="004E5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04D3E" w:rsidP="004E55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gotów jest do właściwego i odpowiedzialnego określania priorytetów służących realizacji zadania z zakresu technologii informacyjnych a także do krytycznej oceny posiadanych w tym obszarze wiedzy i informacji</w:t>
            </w:r>
          </w:p>
        </w:tc>
        <w:tc>
          <w:tcPr>
            <w:tcW w:w="1873" w:type="dxa"/>
          </w:tcPr>
          <w:p w:rsidR="004E552D" w:rsidRDefault="004E552D" w:rsidP="004E5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  <w:p w:rsidR="0085747A" w:rsidRPr="009C54AE" w:rsidRDefault="0045623C" w:rsidP="004E5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CA7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6E7261" w:rsidRPr="009C54AE" w:rsidRDefault="006E7261" w:rsidP="006E726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62C3" w:rsidRPr="009C54AE" w:rsidTr="007124ED">
        <w:tc>
          <w:tcPr>
            <w:tcW w:w="9639" w:type="dxa"/>
          </w:tcPr>
          <w:p w:rsidR="009D62C3" w:rsidRPr="009C54AE" w:rsidRDefault="009D62C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A320BC" w:rsidRDefault="001444D9" w:rsidP="00A320BC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320BC">
              <w:rPr>
                <w:rFonts w:ascii="Corbel" w:hAnsi="Corbel" w:cs="Arial"/>
                <w:bCs/>
                <w:kern w:val="24"/>
                <w:sz w:val="24"/>
                <w:szCs w:val="24"/>
              </w:rPr>
              <w:t>Zajęcia organizacyjne. Wprowadzenie. Sprawy porządkowe. Zapoznanie studenta z</w:t>
            </w:r>
            <w:r w:rsidR="00A320BC">
              <w:rPr>
                <w:rFonts w:ascii="Corbel" w:hAnsi="Corbel" w:cs="Arial"/>
                <w:bCs/>
                <w:kern w:val="24"/>
                <w:sz w:val="24"/>
                <w:szCs w:val="24"/>
              </w:rPr>
              <w:t> </w:t>
            </w:r>
            <w:r w:rsidRPr="00A320BC">
              <w:rPr>
                <w:rFonts w:ascii="Corbel" w:hAnsi="Corbel" w:cs="Arial"/>
                <w:bCs/>
                <w:kern w:val="24"/>
                <w:sz w:val="24"/>
                <w:szCs w:val="24"/>
              </w:rPr>
              <w:t>organizacją zajęć, programem, literaturą oraz wymaganiami. Zapoznanie z zasadami BHP przy obsłudze komputera.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A320BC" w:rsidRDefault="001444D9" w:rsidP="00A320BC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320BC">
              <w:rPr>
                <w:rFonts w:ascii="Corbel" w:hAnsi="Corbel"/>
                <w:sz w:val="24"/>
                <w:szCs w:val="24"/>
              </w:rPr>
              <w:lastRenderedPageBreak/>
              <w:t>Komputer jako urządzenie interaktywne. Sposoby przetwarzania informacji. Budowa komputera oraz klasyfikacja licencji oprogramowania. Budowa i działanie sieci komputerowych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A320BC" w:rsidRDefault="001444D9" w:rsidP="00A320BC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320BC">
              <w:rPr>
                <w:rFonts w:ascii="Corbel" w:hAnsi="Corbel" w:cs="Arial"/>
                <w:kern w:val="24"/>
                <w:sz w:val="24"/>
                <w:szCs w:val="24"/>
              </w:rPr>
              <w:t>System komputerowy Windows jako narzędzie podstawowych operacji komputerowych. Zarządzanie plikami i dyskami, tworzenie plików, folderów i</w:t>
            </w:r>
            <w:r w:rsidR="00A320BC">
              <w:rPr>
                <w:rFonts w:ascii="Corbel" w:hAnsi="Corbel" w:cs="Arial"/>
                <w:kern w:val="24"/>
                <w:sz w:val="24"/>
                <w:szCs w:val="24"/>
              </w:rPr>
              <w:t xml:space="preserve"> skrótów. Aplikacje wbudowane w </w:t>
            </w:r>
            <w:r w:rsidRPr="00A320BC">
              <w:rPr>
                <w:rFonts w:ascii="Corbel" w:hAnsi="Corbel" w:cs="Arial"/>
                <w:kern w:val="24"/>
                <w:sz w:val="24"/>
                <w:szCs w:val="24"/>
              </w:rPr>
              <w:t>system Windows. Panel sterowania jako konfigurator systemu.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A320BC" w:rsidRDefault="001444D9" w:rsidP="00A320BC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  <w:sz w:val="24"/>
                <w:szCs w:val="24"/>
              </w:rPr>
            </w:pPr>
            <w:r w:rsidRPr="00A320BC">
              <w:rPr>
                <w:rFonts w:ascii="Corbel" w:hAnsi="Corbel" w:cs="Arial"/>
                <w:kern w:val="24"/>
                <w:sz w:val="24"/>
                <w:szCs w:val="24"/>
              </w:rPr>
              <w:t xml:space="preserve">Edytor tekstu MS Word jako podstawowe narzędzie pakietu biurowego. </w:t>
            </w:r>
            <w:r w:rsidR="00A320BC">
              <w:rPr>
                <w:rFonts w:ascii="Corbel" w:hAnsi="Corbel"/>
                <w:kern w:val="24"/>
                <w:sz w:val="24"/>
                <w:szCs w:val="24"/>
              </w:rPr>
              <w:t>Tworzenie i </w:t>
            </w:r>
            <w:r w:rsidRPr="00A320BC">
              <w:rPr>
                <w:rFonts w:ascii="Corbel" w:hAnsi="Corbel"/>
                <w:kern w:val="24"/>
                <w:sz w:val="24"/>
                <w:szCs w:val="24"/>
              </w:rPr>
              <w:t>formatowanie tekstu, praca nad tabelami, wykresami, adiustacja tekstu, umieszczanie form multimedialnych.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A320BC" w:rsidRDefault="001444D9" w:rsidP="00A320BC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  <w:sz w:val="24"/>
                <w:szCs w:val="24"/>
              </w:rPr>
            </w:pPr>
            <w:r w:rsidRPr="00A320BC">
              <w:rPr>
                <w:rFonts w:ascii="Corbel" w:hAnsi="Corbel" w:cs="Arial"/>
                <w:kern w:val="24"/>
                <w:sz w:val="24"/>
                <w:szCs w:val="24"/>
              </w:rPr>
              <w:t xml:space="preserve">Podstawy obsługi arkusza kalkulacyjnego </w:t>
            </w:r>
            <w:r w:rsidRPr="00A320BC">
              <w:rPr>
                <w:rFonts w:ascii="Corbel" w:hAnsi="Corbel"/>
                <w:kern w:val="24"/>
                <w:sz w:val="24"/>
                <w:szCs w:val="24"/>
              </w:rPr>
              <w:t>MS Excel. Tworzenie tabel i wykresów, segregacja danych. Formuły i funkcje. Wykorzystanie arkusza jako narzędzia pomocnego w badaniach socjologicznych.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A320BC" w:rsidRDefault="001444D9" w:rsidP="00A320BC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  <w:sz w:val="24"/>
                <w:szCs w:val="24"/>
              </w:rPr>
            </w:pPr>
            <w:r w:rsidRPr="00A320BC">
              <w:rPr>
                <w:rFonts w:ascii="Corbel" w:hAnsi="Corbel"/>
                <w:kern w:val="24"/>
                <w:sz w:val="24"/>
                <w:szCs w:val="24"/>
              </w:rPr>
              <w:t>Obsługa programu prezentacyjnego MS Power Point. Tworzenie i obróbka prezentacji multimedialnych. Zasady kompozycji. Zasady tworz</w:t>
            </w:r>
            <w:r w:rsidR="00A320BC">
              <w:rPr>
                <w:rFonts w:ascii="Corbel" w:hAnsi="Corbel"/>
                <w:kern w:val="24"/>
                <w:sz w:val="24"/>
                <w:szCs w:val="24"/>
              </w:rPr>
              <w:t>enia prezentacji biznesowych i </w:t>
            </w:r>
            <w:r w:rsidRPr="00A320BC">
              <w:rPr>
                <w:rFonts w:ascii="Corbel" w:hAnsi="Corbel"/>
                <w:kern w:val="24"/>
                <w:sz w:val="24"/>
                <w:szCs w:val="24"/>
              </w:rPr>
              <w:t>szkoleniowych, korzystanie z wzorców slajdów i ich modyfikacja, formatowanie tekstu, list, tabel, tworzenie wykresów i schematów organizacyjnych, elementy graficzne i multimedialne prezentacji, eksportowanie publikacji do sieci WWW. Przygotowanie prezentacji w formacie .</w:t>
            </w:r>
            <w:proofErr w:type="spellStart"/>
            <w:r w:rsidRPr="00A320BC">
              <w:rPr>
                <w:rFonts w:ascii="Corbel" w:hAnsi="Corbel"/>
                <w:kern w:val="24"/>
                <w:sz w:val="24"/>
                <w:szCs w:val="24"/>
              </w:rPr>
              <w:t>ppt</w:t>
            </w:r>
            <w:proofErr w:type="spellEnd"/>
            <w:r w:rsidRPr="00A320BC">
              <w:rPr>
                <w:rFonts w:ascii="Corbel" w:hAnsi="Corbel"/>
                <w:kern w:val="24"/>
                <w:sz w:val="24"/>
                <w:szCs w:val="24"/>
              </w:rPr>
              <w:t xml:space="preserve"> lub .</w:t>
            </w:r>
            <w:proofErr w:type="spellStart"/>
            <w:r w:rsidRPr="00A320BC">
              <w:rPr>
                <w:rFonts w:ascii="Corbel" w:hAnsi="Corbel"/>
                <w:kern w:val="24"/>
                <w:sz w:val="24"/>
                <w:szCs w:val="24"/>
              </w:rPr>
              <w:t>pptx</w:t>
            </w:r>
            <w:proofErr w:type="spellEnd"/>
            <w:r w:rsidRPr="00A320BC">
              <w:rPr>
                <w:rFonts w:ascii="Corbel" w:hAnsi="Corbel"/>
                <w:kern w:val="24"/>
                <w:sz w:val="24"/>
                <w:szCs w:val="24"/>
              </w:rPr>
              <w:t>.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A320BC" w:rsidRDefault="001444D9" w:rsidP="00A320BC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kern w:val="24"/>
                <w:sz w:val="24"/>
                <w:szCs w:val="24"/>
              </w:rPr>
            </w:pPr>
            <w:r w:rsidRPr="00A320BC">
              <w:rPr>
                <w:rFonts w:ascii="Corbel" w:hAnsi="Corbel" w:cs="Arial"/>
                <w:kern w:val="24"/>
                <w:sz w:val="24"/>
                <w:szCs w:val="24"/>
              </w:rPr>
              <w:t xml:space="preserve">Praca z </w:t>
            </w:r>
            <w:proofErr w:type="spellStart"/>
            <w:r w:rsidRPr="00A320BC">
              <w:rPr>
                <w:rFonts w:ascii="Corbel" w:hAnsi="Corbel" w:cs="Arial"/>
                <w:kern w:val="24"/>
                <w:sz w:val="24"/>
                <w:szCs w:val="24"/>
              </w:rPr>
              <w:t>internetem</w:t>
            </w:r>
            <w:proofErr w:type="spellEnd"/>
            <w:r w:rsidRPr="00A320BC">
              <w:rPr>
                <w:rFonts w:ascii="Corbel" w:hAnsi="Corbel" w:cs="Arial"/>
                <w:kern w:val="24"/>
                <w:sz w:val="24"/>
                <w:szCs w:val="24"/>
              </w:rPr>
              <w:t xml:space="preserve">. </w:t>
            </w:r>
            <w:r w:rsidRPr="00A320BC">
              <w:rPr>
                <w:rFonts w:ascii="Corbel" w:hAnsi="Corbel"/>
                <w:color w:val="000000"/>
                <w:sz w:val="24"/>
                <w:szCs w:val="24"/>
                <w:lang w:eastAsia="ar-SA"/>
              </w:rPr>
              <w:t>Usługi w sieciach informatycznych i komunikacyjnych, używanie przeglądarek, wyszukiwanie informacji, zapisywanie informacji z sieci, komunikacja elektroniczna. Bezpieczeństwo i prywatność w sieci, uwierzytelnianie nadawcy (certyfikaty),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A320BC" w:rsidRDefault="001444D9" w:rsidP="00A320BC">
            <w:pPr>
              <w:pStyle w:val="Akapitzlist"/>
              <w:tabs>
                <w:tab w:val="left" w:pos="2428"/>
              </w:tabs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  <w:sz w:val="24"/>
                <w:szCs w:val="24"/>
              </w:rPr>
            </w:pPr>
            <w:r w:rsidRPr="00A320BC">
              <w:rPr>
                <w:rFonts w:ascii="Corbel" w:hAnsi="Corbel" w:cs="Arial"/>
                <w:kern w:val="24"/>
                <w:sz w:val="24"/>
                <w:szCs w:val="24"/>
              </w:rPr>
              <w:t>Podstawy tworzenia stron internetowych, w tym podstawy języka HTML: struktura strony, nagłówek i treść, tekst, odsyłacze, tabele, multimedia, formularze.</w:t>
            </w:r>
          </w:p>
        </w:tc>
      </w:tr>
    </w:tbl>
    <w:p w:rsidR="00863A8A" w:rsidRDefault="00863A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042A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2AB8" w:rsidRPr="00042AB8" w:rsidRDefault="00AD44AA" w:rsidP="00042AB8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Projekt </w:t>
      </w:r>
      <w:r w:rsidR="006551FF">
        <w:rPr>
          <w:rFonts w:ascii="Corbel" w:hAnsi="Corbel"/>
          <w:sz w:val="24"/>
          <w:szCs w:val="24"/>
        </w:rPr>
        <w:t>praktyczny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9D9" w:rsidRPr="009C54AE" w:rsidTr="00C05F44">
        <w:tc>
          <w:tcPr>
            <w:tcW w:w="1985" w:type="dxa"/>
          </w:tcPr>
          <w:p w:rsidR="002819D9" w:rsidRPr="009C54AE" w:rsidRDefault="002819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2819D9" w:rsidRPr="009C54AE" w:rsidRDefault="00897286" w:rsidP="00A320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praktyczn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zajęciach, Obserwacja podczas zajęć</w:t>
            </w:r>
          </w:p>
        </w:tc>
        <w:tc>
          <w:tcPr>
            <w:tcW w:w="2126" w:type="dxa"/>
          </w:tcPr>
          <w:p w:rsidR="002819D9" w:rsidRPr="00425077" w:rsidRDefault="002213D7" w:rsidP="00A320BC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5077">
              <w:rPr>
                <w:rFonts w:ascii="Corbel" w:hAnsi="Corbel"/>
                <w:sz w:val="24"/>
                <w:szCs w:val="24"/>
              </w:rPr>
              <w:t>Ćwiczenia (Lab.)</w:t>
            </w:r>
          </w:p>
        </w:tc>
      </w:tr>
      <w:tr w:rsidR="002819D9" w:rsidRPr="009C54AE" w:rsidTr="00C05F44">
        <w:tc>
          <w:tcPr>
            <w:tcW w:w="1985" w:type="dxa"/>
          </w:tcPr>
          <w:p w:rsidR="002819D9" w:rsidRPr="009C54AE" w:rsidRDefault="002819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819D9" w:rsidRPr="009C54AE" w:rsidRDefault="00897286" w:rsidP="00A320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</w:t>
            </w:r>
            <w:r w:rsidR="00E90E0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A07A3">
              <w:rPr>
                <w:rFonts w:ascii="Corbel" w:hAnsi="Corbel"/>
                <w:b w:val="0"/>
                <w:smallCaps w:val="0"/>
                <w:szCs w:val="24"/>
              </w:rPr>
              <w:t xml:space="preserve">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podczas zajęć</w:t>
            </w:r>
          </w:p>
        </w:tc>
        <w:tc>
          <w:tcPr>
            <w:tcW w:w="2126" w:type="dxa"/>
          </w:tcPr>
          <w:p w:rsidR="002819D9" w:rsidRPr="00425077" w:rsidRDefault="00623F4A" w:rsidP="00A320BC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5077">
              <w:rPr>
                <w:rFonts w:ascii="Corbel" w:hAnsi="Corbel"/>
                <w:sz w:val="24"/>
                <w:szCs w:val="24"/>
              </w:rPr>
              <w:t>Ćwiczenia</w:t>
            </w:r>
            <w:r w:rsidR="00033422" w:rsidRPr="00425077">
              <w:rPr>
                <w:rFonts w:ascii="Corbel" w:hAnsi="Corbel"/>
                <w:sz w:val="24"/>
                <w:szCs w:val="24"/>
              </w:rPr>
              <w:t xml:space="preserve"> (Lab.)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91F5D" w:rsidRDefault="004835B6" w:rsidP="002833E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Dwa kolokwia zaliczeniowe – 80% </w:t>
            </w:r>
            <w:r w:rsidR="00A320BC">
              <w:rPr>
                <w:rFonts w:ascii="Corbel" w:hAnsi="Corbel"/>
                <w:b w:val="0"/>
                <w:smallCaps w:val="0"/>
                <w:szCs w:val="24"/>
              </w:rPr>
              <w:t>oceny końcowej</w:t>
            </w:r>
          </w:p>
          <w:p w:rsidR="00533C3E" w:rsidRPr="009C54AE" w:rsidRDefault="00533C3E" w:rsidP="002833E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  <w:r w:rsidR="004835B6">
              <w:rPr>
                <w:rFonts w:ascii="Corbel" w:hAnsi="Corbel"/>
                <w:b w:val="0"/>
                <w:smallCaps w:val="0"/>
                <w:szCs w:val="24"/>
              </w:rPr>
              <w:t xml:space="preserve"> – 20%</w:t>
            </w:r>
            <w:r w:rsidR="00A320BC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4F4A8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976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6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9760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976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9760E" w:rsidRDefault="00D976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760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D9760E" w:rsidRDefault="005B0F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D9760E" w:rsidRDefault="005B0FC4" w:rsidP="00CE1F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9760E" w:rsidRDefault="005B0F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9760E" w:rsidRDefault="00D976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E02C28" w:rsidRDefault="0085747A" w:rsidP="00A320BC">
            <w:pPr>
              <w:pStyle w:val="Punktygwne"/>
              <w:spacing w:before="0" w:after="0"/>
              <w:jc w:val="both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E41EE" w:rsidRDefault="00FE41EE" w:rsidP="00A320B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Danuta </w:t>
            </w:r>
            <w:proofErr w:type="spellStart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Mendrala</w:t>
            </w:r>
            <w:proofErr w:type="spellEnd"/>
            <w:r w:rsidR="00A320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Marcin Szeliga, </w:t>
            </w:r>
            <w:r w:rsidR="00A320BC" w:rsidRPr="00A320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ABC systemu Windows 8 PL</w:t>
            </w:r>
            <w:r w:rsidR="00A320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Gliwice : Wydawnictwo Helion, </w:t>
            </w:r>
            <w:proofErr w:type="spellStart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2013.</w:t>
            </w:r>
          </w:p>
          <w:p w:rsidR="00FE41EE" w:rsidRDefault="00A320BC" w:rsidP="00A320B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Adam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Jaronicki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320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ABC MS Office 2010 PL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Gliwice</w:t>
            </w:r>
            <w:r w:rsidR="00FE41EE"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Wydawnictwo Helion, </w:t>
            </w:r>
            <w:proofErr w:type="spellStart"/>
            <w:r w:rsidR="00FE41EE"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="00FE41EE"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FE41EE" w:rsidRDefault="00FE41EE" w:rsidP="00A320B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Alicja Żarowska-Mazur, Wald</w:t>
            </w:r>
            <w:r w:rsidR="00A320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emar Węglarz, </w:t>
            </w:r>
            <w:r w:rsidR="00A320BC" w:rsidRPr="00A320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Office 2010: praktyczny kurs: PowerPoint 2010, Word 2010, Excel 2010, Access 2010</w:t>
            </w:r>
            <w:r w:rsidR="00A320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 Wydawnictwo Naukowe PWN, 2012</w:t>
            </w:r>
            <w:r w:rsidR="00A320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1C4A1E" w:rsidRPr="009C54AE" w:rsidRDefault="00A320BC" w:rsidP="00A320B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Jon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Duckett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320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HTML i CSS : zaprojektuj i zbuduj witrynę WWW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tł.: Piotr Rajca,</w:t>
            </w:r>
            <w:r w:rsidR="00FE41EE"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Gliwice : Wydawnictwo Helion, </w:t>
            </w:r>
            <w:proofErr w:type="spellStart"/>
            <w:r w:rsidR="00FE41EE"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="00FE41EE"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A320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E41EE" w:rsidRDefault="00A320BC" w:rsidP="00A320B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Michael Miller, </w:t>
            </w:r>
            <w:r w:rsidRPr="00A320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Podstawy obsługi komputera: </w:t>
            </w:r>
            <w:proofErr w:type="spellStart"/>
            <w:r w:rsidRPr="00A320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aaabsolutnie</w:t>
            </w:r>
            <w:proofErr w:type="spellEnd"/>
            <w:r w:rsidRPr="00A320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dla początkujących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tł. [z ang.] Anna Kamińska, Poznań</w:t>
            </w:r>
            <w:r w:rsidR="00FE41EE"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"</w:t>
            </w:r>
            <w:proofErr w:type="spellStart"/>
            <w:r w:rsidR="00FE41EE"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Nakom</w:t>
            </w:r>
            <w:proofErr w:type="spellEnd"/>
            <w:r w:rsidR="00FE41EE"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", </w:t>
            </w:r>
            <w:proofErr w:type="spellStart"/>
            <w:r w:rsidR="00FE41EE"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="00FE41EE"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2007.</w:t>
            </w:r>
          </w:p>
          <w:p w:rsidR="00FE41EE" w:rsidRPr="000706C7" w:rsidRDefault="00A320BC" w:rsidP="00A320B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Piotr Wróblewski, </w:t>
            </w:r>
            <w:r w:rsidRPr="00A320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MS Office 2010 PL w biurze i nie tylko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E41EE"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Gliwice: Helion, </w:t>
            </w:r>
            <w:proofErr w:type="spellStart"/>
            <w:r w:rsidR="00FE41EE"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="00FE41EE"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2011.</w:t>
            </w:r>
          </w:p>
          <w:p w:rsidR="00E22B98" w:rsidRPr="005C6A41" w:rsidRDefault="00FE41EE" w:rsidP="00A320B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1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http://www.kurshtml.edu.pl/html/zielony.html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707" w:rsidRDefault="00C93707" w:rsidP="00C16ABF">
      <w:pPr>
        <w:spacing w:after="0" w:line="240" w:lineRule="auto"/>
      </w:pPr>
      <w:r>
        <w:separator/>
      </w:r>
    </w:p>
  </w:endnote>
  <w:endnote w:type="continuationSeparator" w:id="0">
    <w:p w:rsidR="00C93707" w:rsidRDefault="00C937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707" w:rsidRDefault="00C93707" w:rsidP="00C16ABF">
      <w:pPr>
        <w:spacing w:after="0" w:line="240" w:lineRule="auto"/>
      </w:pPr>
      <w:r>
        <w:separator/>
      </w:r>
    </w:p>
  </w:footnote>
  <w:footnote w:type="continuationSeparator" w:id="0">
    <w:p w:rsidR="00C93707" w:rsidRDefault="00C9370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35204"/>
    <w:multiLevelType w:val="hybridMultilevel"/>
    <w:tmpl w:val="6E10F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0260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3163AB"/>
    <w:multiLevelType w:val="hybridMultilevel"/>
    <w:tmpl w:val="007C0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A4"/>
    <w:rsid w:val="00015B8F"/>
    <w:rsid w:val="0002282C"/>
    <w:rsid w:val="00022ECE"/>
    <w:rsid w:val="00025A0E"/>
    <w:rsid w:val="0002673D"/>
    <w:rsid w:val="00033422"/>
    <w:rsid w:val="00035053"/>
    <w:rsid w:val="00036917"/>
    <w:rsid w:val="00042A51"/>
    <w:rsid w:val="00042AB8"/>
    <w:rsid w:val="00042D2E"/>
    <w:rsid w:val="00043EFE"/>
    <w:rsid w:val="00044C82"/>
    <w:rsid w:val="00061619"/>
    <w:rsid w:val="00065242"/>
    <w:rsid w:val="00070ED6"/>
    <w:rsid w:val="000742DC"/>
    <w:rsid w:val="00074ECD"/>
    <w:rsid w:val="00077D2A"/>
    <w:rsid w:val="00084C12"/>
    <w:rsid w:val="00084EBA"/>
    <w:rsid w:val="00092A4A"/>
    <w:rsid w:val="0009462C"/>
    <w:rsid w:val="00094B12"/>
    <w:rsid w:val="00095185"/>
    <w:rsid w:val="00096C46"/>
    <w:rsid w:val="000A1233"/>
    <w:rsid w:val="000A296F"/>
    <w:rsid w:val="000A2A28"/>
    <w:rsid w:val="000A3CDF"/>
    <w:rsid w:val="000A7C82"/>
    <w:rsid w:val="000A7DB6"/>
    <w:rsid w:val="000B04B7"/>
    <w:rsid w:val="000B192D"/>
    <w:rsid w:val="000B28EE"/>
    <w:rsid w:val="000B3E37"/>
    <w:rsid w:val="000B473F"/>
    <w:rsid w:val="000D04B0"/>
    <w:rsid w:val="000D1134"/>
    <w:rsid w:val="000D4CA8"/>
    <w:rsid w:val="000E721E"/>
    <w:rsid w:val="000F1C57"/>
    <w:rsid w:val="000F5615"/>
    <w:rsid w:val="0011579B"/>
    <w:rsid w:val="00116744"/>
    <w:rsid w:val="00116F6E"/>
    <w:rsid w:val="00124BFF"/>
    <w:rsid w:val="0012560E"/>
    <w:rsid w:val="00127108"/>
    <w:rsid w:val="001273C1"/>
    <w:rsid w:val="00134B13"/>
    <w:rsid w:val="00135998"/>
    <w:rsid w:val="001412D0"/>
    <w:rsid w:val="00142A4B"/>
    <w:rsid w:val="001444D9"/>
    <w:rsid w:val="00146BC0"/>
    <w:rsid w:val="00153C41"/>
    <w:rsid w:val="00154381"/>
    <w:rsid w:val="0016268B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6C5E"/>
    <w:rsid w:val="001775D3"/>
    <w:rsid w:val="0018051E"/>
    <w:rsid w:val="00192F37"/>
    <w:rsid w:val="0019379B"/>
    <w:rsid w:val="001A70D2"/>
    <w:rsid w:val="001B013A"/>
    <w:rsid w:val="001C4A1E"/>
    <w:rsid w:val="001C4D2A"/>
    <w:rsid w:val="001D657B"/>
    <w:rsid w:val="001D7B54"/>
    <w:rsid w:val="001E0209"/>
    <w:rsid w:val="001E4341"/>
    <w:rsid w:val="001F2CA2"/>
    <w:rsid w:val="001F495A"/>
    <w:rsid w:val="0020142A"/>
    <w:rsid w:val="00203C14"/>
    <w:rsid w:val="002144C0"/>
    <w:rsid w:val="0021533C"/>
    <w:rsid w:val="00215C3B"/>
    <w:rsid w:val="00220B6E"/>
    <w:rsid w:val="002213D7"/>
    <w:rsid w:val="0022477D"/>
    <w:rsid w:val="00225E83"/>
    <w:rsid w:val="002278A9"/>
    <w:rsid w:val="00227EB8"/>
    <w:rsid w:val="002336F9"/>
    <w:rsid w:val="00235910"/>
    <w:rsid w:val="0024028F"/>
    <w:rsid w:val="00242455"/>
    <w:rsid w:val="00244ABC"/>
    <w:rsid w:val="0024742E"/>
    <w:rsid w:val="00252903"/>
    <w:rsid w:val="00256956"/>
    <w:rsid w:val="002644A5"/>
    <w:rsid w:val="002720EB"/>
    <w:rsid w:val="00281856"/>
    <w:rsid w:val="002819D9"/>
    <w:rsid w:val="00281FF2"/>
    <w:rsid w:val="00282E81"/>
    <w:rsid w:val="002833E9"/>
    <w:rsid w:val="002857DE"/>
    <w:rsid w:val="00291567"/>
    <w:rsid w:val="00295C61"/>
    <w:rsid w:val="002A22BF"/>
    <w:rsid w:val="002A2389"/>
    <w:rsid w:val="002A6582"/>
    <w:rsid w:val="002A671D"/>
    <w:rsid w:val="002A6BF2"/>
    <w:rsid w:val="002B3D85"/>
    <w:rsid w:val="002B4D55"/>
    <w:rsid w:val="002B5D43"/>
    <w:rsid w:val="002B5EA0"/>
    <w:rsid w:val="002B6119"/>
    <w:rsid w:val="002C1F06"/>
    <w:rsid w:val="002C48F5"/>
    <w:rsid w:val="002D3375"/>
    <w:rsid w:val="002D434E"/>
    <w:rsid w:val="002D73D4"/>
    <w:rsid w:val="002E0E97"/>
    <w:rsid w:val="002F02A3"/>
    <w:rsid w:val="002F4ABE"/>
    <w:rsid w:val="002F604F"/>
    <w:rsid w:val="003018BA"/>
    <w:rsid w:val="00301FF3"/>
    <w:rsid w:val="0030318D"/>
    <w:rsid w:val="0030395F"/>
    <w:rsid w:val="00305C92"/>
    <w:rsid w:val="00312E24"/>
    <w:rsid w:val="003151C5"/>
    <w:rsid w:val="0031741B"/>
    <w:rsid w:val="003316D0"/>
    <w:rsid w:val="003343CF"/>
    <w:rsid w:val="003361D4"/>
    <w:rsid w:val="003409FC"/>
    <w:rsid w:val="00346FE9"/>
    <w:rsid w:val="0034759A"/>
    <w:rsid w:val="003503F6"/>
    <w:rsid w:val="003530DD"/>
    <w:rsid w:val="00363F78"/>
    <w:rsid w:val="003643CF"/>
    <w:rsid w:val="00366D1E"/>
    <w:rsid w:val="00376A02"/>
    <w:rsid w:val="00393883"/>
    <w:rsid w:val="00393F57"/>
    <w:rsid w:val="00397796"/>
    <w:rsid w:val="003A0A5B"/>
    <w:rsid w:val="003A1176"/>
    <w:rsid w:val="003B4007"/>
    <w:rsid w:val="003C0BAE"/>
    <w:rsid w:val="003C3BFA"/>
    <w:rsid w:val="003C3F40"/>
    <w:rsid w:val="003D18A9"/>
    <w:rsid w:val="003D3D2B"/>
    <w:rsid w:val="003D6CE2"/>
    <w:rsid w:val="003E0C1E"/>
    <w:rsid w:val="003E1111"/>
    <w:rsid w:val="003E1941"/>
    <w:rsid w:val="003E2FE6"/>
    <w:rsid w:val="003E49D5"/>
    <w:rsid w:val="003E4F27"/>
    <w:rsid w:val="003F205D"/>
    <w:rsid w:val="003F38C0"/>
    <w:rsid w:val="003F478F"/>
    <w:rsid w:val="003F7C06"/>
    <w:rsid w:val="00400C79"/>
    <w:rsid w:val="00412291"/>
    <w:rsid w:val="00414E3C"/>
    <w:rsid w:val="004152A6"/>
    <w:rsid w:val="00415A38"/>
    <w:rsid w:val="0042244A"/>
    <w:rsid w:val="00423C9D"/>
    <w:rsid w:val="00425077"/>
    <w:rsid w:val="0042745A"/>
    <w:rsid w:val="00431D5C"/>
    <w:rsid w:val="004362C6"/>
    <w:rsid w:val="00437FA2"/>
    <w:rsid w:val="00445970"/>
    <w:rsid w:val="004560CC"/>
    <w:rsid w:val="0045623C"/>
    <w:rsid w:val="004603EF"/>
    <w:rsid w:val="004613F8"/>
    <w:rsid w:val="00461EFC"/>
    <w:rsid w:val="004624BF"/>
    <w:rsid w:val="004652C2"/>
    <w:rsid w:val="00465315"/>
    <w:rsid w:val="004662AD"/>
    <w:rsid w:val="004706D1"/>
    <w:rsid w:val="00471326"/>
    <w:rsid w:val="004719B4"/>
    <w:rsid w:val="00474F08"/>
    <w:rsid w:val="0047598D"/>
    <w:rsid w:val="00476CC2"/>
    <w:rsid w:val="004778AF"/>
    <w:rsid w:val="0048033C"/>
    <w:rsid w:val="00480ADE"/>
    <w:rsid w:val="004813C7"/>
    <w:rsid w:val="004835B6"/>
    <w:rsid w:val="004840FD"/>
    <w:rsid w:val="00484541"/>
    <w:rsid w:val="0048545B"/>
    <w:rsid w:val="004878CC"/>
    <w:rsid w:val="00490F7D"/>
    <w:rsid w:val="00491678"/>
    <w:rsid w:val="004968E2"/>
    <w:rsid w:val="00497957"/>
    <w:rsid w:val="004A07A3"/>
    <w:rsid w:val="004A3EEA"/>
    <w:rsid w:val="004A4D1F"/>
    <w:rsid w:val="004B1E88"/>
    <w:rsid w:val="004B6CB8"/>
    <w:rsid w:val="004C55BD"/>
    <w:rsid w:val="004D0548"/>
    <w:rsid w:val="004D1883"/>
    <w:rsid w:val="004D5282"/>
    <w:rsid w:val="004E552D"/>
    <w:rsid w:val="004F1551"/>
    <w:rsid w:val="004F293B"/>
    <w:rsid w:val="004F3929"/>
    <w:rsid w:val="004F4A82"/>
    <w:rsid w:val="004F55A3"/>
    <w:rsid w:val="004F7C70"/>
    <w:rsid w:val="00500062"/>
    <w:rsid w:val="005038F6"/>
    <w:rsid w:val="0050496F"/>
    <w:rsid w:val="00511886"/>
    <w:rsid w:val="00513B6F"/>
    <w:rsid w:val="00517C63"/>
    <w:rsid w:val="00527FDE"/>
    <w:rsid w:val="00531F6D"/>
    <w:rsid w:val="00533C3E"/>
    <w:rsid w:val="005348CA"/>
    <w:rsid w:val="00535B26"/>
    <w:rsid w:val="00536144"/>
    <w:rsid w:val="005363C4"/>
    <w:rsid w:val="00536BDE"/>
    <w:rsid w:val="00540842"/>
    <w:rsid w:val="00543ACC"/>
    <w:rsid w:val="00543DB6"/>
    <w:rsid w:val="00546FC4"/>
    <w:rsid w:val="0055242A"/>
    <w:rsid w:val="0056358A"/>
    <w:rsid w:val="0056448D"/>
    <w:rsid w:val="00566537"/>
    <w:rsid w:val="0056696D"/>
    <w:rsid w:val="00577358"/>
    <w:rsid w:val="005921B1"/>
    <w:rsid w:val="005944D7"/>
    <w:rsid w:val="0059484D"/>
    <w:rsid w:val="00597A5B"/>
    <w:rsid w:val="005A0855"/>
    <w:rsid w:val="005A0977"/>
    <w:rsid w:val="005A3196"/>
    <w:rsid w:val="005A471A"/>
    <w:rsid w:val="005A5E37"/>
    <w:rsid w:val="005A62F3"/>
    <w:rsid w:val="005B0FC4"/>
    <w:rsid w:val="005B325D"/>
    <w:rsid w:val="005B4D92"/>
    <w:rsid w:val="005C080F"/>
    <w:rsid w:val="005C55B3"/>
    <w:rsid w:val="005C55E5"/>
    <w:rsid w:val="005C696A"/>
    <w:rsid w:val="005C6A41"/>
    <w:rsid w:val="005C78FB"/>
    <w:rsid w:val="005C7A5D"/>
    <w:rsid w:val="005D3B23"/>
    <w:rsid w:val="005D3BD6"/>
    <w:rsid w:val="005D5161"/>
    <w:rsid w:val="005E2AB8"/>
    <w:rsid w:val="005E4A98"/>
    <w:rsid w:val="005E6E85"/>
    <w:rsid w:val="005E7BBD"/>
    <w:rsid w:val="005F31D2"/>
    <w:rsid w:val="00601DBB"/>
    <w:rsid w:val="00606044"/>
    <w:rsid w:val="0061029B"/>
    <w:rsid w:val="00614865"/>
    <w:rsid w:val="00617230"/>
    <w:rsid w:val="00621CE1"/>
    <w:rsid w:val="00622C9D"/>
    <w:rsid w:val="00623F4A"/>
    <w:rsid w:val="00624A07"/>
    <w:rsid w:val="00626931"/>
    <w:rsid w:val="00627FC9"/>
    <w:rsid w:val="0063291C"/>
    <w:rsid w:val="00642996"/>
    <w:rsid w:val="006435C8"/>
    <w:rsid w:val="00647FA8"/>
    <w:rsid w:val="00650C5F"/>
    <w:rsid w:val="0065417C"/>
    <w:rsid w:val="00654934"/>
    <w:rsid w:val="006551FF"/>
    <w:rsid w:val="00661CD9"/>
    <w:rsid w:val="006620D9"/>
    <w:rsid w:val="006678AF"/>
    <w:rsid w:val="00667BF8"/>
    <w:rsid w:val="00671958"/>
    <w:rsid w:val="00673B6F"/>
    <w:rsid w:val="00675843"/>
    <w:rsid w:val="00681493"/>
    <w:rsid w:val="006850D5"/>
    <w:rsid w:val="0069044A"/>
    <w:rsid w:val="00690C61"/>
    <w:rsid w:val="00696477"/>
    <w:rsid w:val="006A24DA"/>
    <w:rsid w:val="006B5E2A"/>
    <w:rsid w:val="006C6B74"/>
    <w:rsid w:val="006C7341"/>
    <w:rsid w:val="006D050F"/>
    <w:rsid w:val="006D6139"/>
    <w:rsid w:val="006D7D70"/>
    <w:rsid w:val="006E471C"/>
    <w:rsid w:val="006E5D65"/>
    <w:rsid w:val="006E7261"/>
    <w:rsid w:val="006F062D"/>
    <w:rsid w:val="006F1282"/>
    <w:rsid w:val="006F1FBC"/>
    <w:rsid w:val="006F31E2"/>
    <w:rsid w:val="006F3426"/>
    <w:rsid w:val="0070419C"/>
    <w:rsid w:val="00706544"/>
    <w:rsid w:val="007072BA"/>
    <w:rsid w:val="00710134"/>
    <w:rsid w:val="00711694"/>
    <w:rsid w:val="007119C6"/>
    <w:rsid w:val="0071620A"/>
    <w:rsid w:val="00716E20"/>
    <w:rsid w:val="00724677"/>
    <w:rsid w:val="00725459"/>
    <w:rsid w:val="007264F8"/>
    <w:rsid w:val="007327BD"/>
    <w:rsid w:val="00734608"/>
    <w:rsid w:val="0073483A"/>
    <w:rsid w:val="00745302"/>
    <w:rsid w:val="007461D6"/>
    <w:rsid w:val="00746EC8"/>
    <w:rsid w:val="00753B01"/>
    <w:rsid w:val="007570C6"/>
    <w:rsid w:val="00762D66"/>
    <w:rsid w:val="00763BF1"/>
    <w:rsid w:val="007668C8"/>
    <w:rsid w:val="00766FD4"/>
    <w:rsid w:val="00767E7F"/>
    <w:rsid w:val="00775345"/>
    <w:rsid w:val="0077612C"/>
    <w:rsid w:val="0078168C"/>
    <w:rsid w:val="00787C2A"/>
    <w:rsid w:val="00790E27"/>
    <w:rsid w:val="00795619"/>
    <w:rsid w:val="007A3E77"/>
    <w:rsid w:val="007A4022"/>
    <w:rsid w:val="007A6E6E"/>
    <w:rsid w:val="007B0B42"/>
    <w:rsid w:val="007B766F"/>
    <w:rsid w:val="007C2B1B"/>
    <w:rsid w:val="007C2D43"/>
    <w:rsid w:val="007C3299"/>
    <w:rsid w:val="007C3BCC"/>
    <w:rsid w:val="007C4546"/>
    <w:rsid w:val="007C4CF7"/>
    <w:rsid w:val="007D0618"/>
    <w:rsid w:val="007D13DD"/>
    <w:rsid w:val="007D18CD"/>
    <w:rsid w:val="007D19CC"/>
    <w:rsid w:val="007D6E56"/>
    <w:rsid w:val="007E4F46"/>
    <w:rsid w:val="007E5C50"/>
    <w:rsid w:val="007F4155"/>
    <w:rsid w:val="00812AF7"/>
    <w:rsid w:val="0081554D"/>
    <w:rsid w:val="0081707E"/>
    <w:rsid w:val="008213BC"/>
    <w:rsid w:val="008232EE"/>
    <w:rsid w:val="008449B3"/>
    <w:rsid w:val="00844BCA"/>
    <w:rsid w:val="00845823"/>
    <w:rsid w:val="00847B6C"/>
    <w:rsid w:val="008552A2"/>
    <w:rsid w:val="0085747A"/>
    <w:rsid w:val="00863A8A"/>
    <w:rsid w:val="00863BE9"/>
    <w:rsid w:val="00863C9F"/>
    <w:rsid w:val="008665C0"/>
    <w:rsid w:val="00872B07"/>
    <w:rsid w:val="0087778C"/>
    <w:rsid w:val="00880231"/>
    <w:rsid w:val="00884922"/>
    <w:rsid w:val="00885F64"/>
    <w:rsid w:val="0088712F"/>
    <w:rsid w:val="008917F9"/>
    <w:rsid w:val="00891F5D"/>
    <w:rsid w:val="00897286"/>
    <w:rsid w:val="00897C5F"/>
    <w:rsid w:val="008A45F7"/>
    <w:rsid w:val="008B123D"/>
    <w:rsid w:val="008C0CC0"/>
    <w:rsid w:val="008C19A9"/>
    <w:rsid w:val="008C379D"/>
    <w:rsid w:val="008C48BD"/>
    <w:rsid w:val="008C5147"/>
    <w:rsid w:val="008C5359"/>
    <w:rsid w:val="008C5363"/>
    <w:rsid w:val="008D3DFB"/>
    <w:rsid w:val="008D4442"/>
    <w:rsid w:val="008D60FD"/>
    <w:rsid w:val="008D75D6"/>
    <w:rsid w:val="008E64F4"/>
    <w:rsid w:val="008F12C9"/>
    <w:rsid w:val="008F12DF"/>
    <w:rsid w:val="008F237E"/>
    <w:rsid w:val="008F6E29"/>
    <w:rsid w:val="00904D3E"/>
    <w:rsid w:val="009108B5"/>
    <w:rsid w:val="00913A8B"/>
    <w:rsid w:val="00915400"/>
    <w:rsid w:val="00916188"/>
    <w:rsid w:val="00920600"/>
    <w:rsid w:val="009209F7"/>
    <w:rsid w:val="00923D7D"/>
    <w:rsid w:val="00930AD3"/>
    <w:rsid w:val="00931C08"/>
    <w:rsid w:val="00937AF0"/>
    <w:rsid w:val="0094542E"/>
    <w:rsid w:val="00946685"/>
    <w:rsid w:val="00946CFE"/>
    <w:rsid w:val="009508DF"/>
    <w:rsid w:val="00950DAC"/>
    <w:rsid w:val="00951BE1"/>
    <w:rsid w:val="00954A07"/>
    <w:rsid w:val="009566BB"/>
    <w:rsid w:val="00966E56"/>
    <w:rsid w:val="0098489A"/>
    <w:rsid w:val="00985708"/>
    <w:rsid w:val="009939B8"/>
    <w:rsid w:val="00994703"/>
    <w:rsid w:val="00997BB1"/>
    <w:rsid w:val="00997F14"/>
    <w:rsid w:val="009A6711"/>
    <w:rsid w:val="009A78D9"/>
    <w:rsid w:val="009C2D49"/>
    <w:rsid w:val="009C3580"/>
    <w:rsid w:val="009C3E31"/>
    <w:rsid w:val="009C54AE"/>
    <w:rsid w:val="009C6277"/>
    <w:rsid w:val="009C788E"/>
    <w:rsid w:val="009D237F"/>
    <w:rsid w:val="009D2B6A"/>
    <w:rsid w:val="009D375C"/>
    <w:rsid w:val="009D3CAE"/>
    <w:rsid w:val="009D3F3B"/>
    <w:rsid w:val="009D47DB"/>
    <w:rsid w:val="009D62C3"/>
    <w:rsid w:val="009E0543"/>
    <w:rsid w:val="009E3B41"/>
    <w:rsid w:val="009F1741"/>
    <w:rsid w:val="009F3C5C"/>
    <w:rsid w:val="009F4610"/>
    <w:rsid w:val="009F5D6D"/>
    <w:rsid w:val="009F6814"/>
    <w:rsid w:val="00A00ECC"/>
    <w:rsid w:val="00A051AB"/>
    <w:rsid w:val="00A06D4F"/>
    <w:rsid w:val="00A155EE"/>
    <w:rsid w:val="00A15CBF"/>
    <w:rsid w:val="00A22132"/>
    <w:rsid w:val="00A2245B"/>
    <w:rsid w:val="00A238BB"/>
    <w:rsid w:val="00A30110"/>
    <w:rsid w:val="00A30E00"/>
    <w:rsid w:val="00A320BC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83641"/>
    <w:rsid w:val="00A84C85"/>
    <w:rsid w:val="00A9047B"/>
    <w:rsid w:val="00A965CB"/>
    <w:rsid w:val="00A97DE1"/>
    <w:rsid w:val="00AB053C"/>
    <w:rsid w:val="00AB4BD3"/>
    <w:rsid w:val="00AC5F90"/>
    <w:rsid w:val="00AD1146"/>
    <w:rsid w:val="00AD1FFC"/>
    <w:rsid w:val="00AD27D3"/>
    <w:rsid w:val="00AD44AA"/>
    <w:rsid w:val="00AD5A53"/>
    <w:rsid w:val="00AD66D6"/>
    <w:rsid w:val="00AD73E3"/>
    <w:rsid w:val="00AD78FE"/>
    <w:rsid w:val="00AE1160"/>
    <w:rsid w:val="00AE203C"/>
    <w:rsid w:val="00AE2E74"/>
    <w:rsid w:val="00AE5FCB"/>
    <w:rsid w:val="00AF1C4A"/>
    <w:rsid w:val="00AF1CC9"/>
    <w:rsid w:val="00AF2C1E"/>
    <w:rsid w:val="00B010AA"/>
    <w:rsid w:val="00B06142"/>
    <w:rsid w:val="00B11DCF"/>
    <w:rsid w:val="00B135B1"/>
    <w:rsid w:val="00B15700"/>
    <w:rsid w:val="00B206BC"/>
    <w:rsid w:val="00B241F2"/>
    <w:rsid w:val="00B25E90"/>
    <w:rsid w:val="00B3130B"/>
    <w:rsid w:val="00B40ADB"/>
    <w:rsid w:val="00B43B77"/>
    <w:rsid w:val="00B43E80"/>
    <w:rsid w:val="00B4452A"/>
    <w:rsid w:val="00B45AB7"/>
    <w:rsid w:val="00B607DB"/>
    <w:rsid w:val="00B60F57"/>
    <w:rsid w:val="00B62A5F"/>
    <w:rsid w:val="00B63E96"/>
    <w:rsid w:val="00B644A9"/>
    <w:rsid w:val="00B66529"/>
    <w:rsid w:val="00B75946"/>
    <w:rsid w:val="00B8056E"/>
    <w:rsid w:val="00B818A7"/>
    <w:rsid w:val="00B819C8"/>
    <w:rsid w:val="00B82308"/>
    <w:rsid w:val="00B90885"/>
    <w:rsid w:val="00BA729E"/>
    <w:rsid w:val="00BB3C14"/>
    <w:rsid w:val="00BB520A"/>
    <w:rsid w:val="00BB6BF1"/>
    <w:rsid w:val="00BC09EB"/>
    <w:rsid w:val="00BD1A43"/>
    <w:rsid w:val="00BD3869"/>
    <w:rsid w:val="00BD5B50"/>
    <w:rsid w:val="00BD66E9"/>
    <w:rsid w:val="00BD6FF4"/>
    <w:rsid w:val="00BE1112"/>
    <w:rsid w:val="00BE314B"/>
    <w:rsid w:val="00BE35A1"/>
    <w:rsid w:val="00BE3683"/>
    <w:rsid w:val="00BF17E1"/>
    <w:rsid w:val="00BF2C41"/>
    <w:rsid w:val="00BF4B74"/>
    <w:rsid w:val="00BF704B"/>
    <w:rsid w:val="00C0139E"/>
    <w:rsid w:val="00C058B4"/>
    <w:rsid w:val="00C05CAF"/>
    <w:rsid w:val="00C05F44"/>
    <w:rsid w:val="00C131B5"/>
    <w:rsid w:val="00C16ABF"/>
    <w:rsid w:val="00C170AE"/>
    <w:rsid w:val="00C237A4"/>
    <w:rsid w:val="00C26221"/>
    <w:rsid w:val="00C26CB7"/>
    <w:rsid w:val="00C30A83"/>
    <w:rsid w:val="00C324C1"/>
    <w:rsid w:val="00C347A2"/>
    <w:rsid w:val="00C36992"/>
    <w:rsid w:val="00C37771"/>
    <w:rsid w:val="00C41076"/>
    <w:rsid w:val="00C545DA"/>
    <w:rsid w:val="00C550EE"/>
    <w:rsid w:val="00C56036"/>
    <w:rsid w:val="00C56C56"/>
    <w:rsid w:val="00C61DC5"/>
    <w:rsid w:val="00C63325"/>
    <w:rsid w:val="00C63A69"/>
    <w:rsid w:val="00C67E92"/>
    <w:rsid w:val="00C70A26"/>
    <w:rsid w:val="00C74F71"/>
    <w:rsid w:val="00C766DF"/>
    <w:rsid w:val="00C91A9B"/>
    <w:rsid w:val="00C93707"/>
    <w:rsid w:val="00C94B98"/>
    <w:rsid w:val="00C95366"/>
    <w:rsid w:val="00C95ECD"/>
    <w:rsid w:val="00C97B82"/>
    <w:rsid w:val="00CA2B96"/>
    <w:rsid w:val="00CA3FE0"/>
    <w:rsid w:val="00CA5089"/>
    <w:rsid w:val="00CA7237"/>
    <w:rsid w:val="00CB0855"/>
    <w:rsid w:val="00CB1819"/>
    <w:rsid w:val="00CC460C"/>
    <w:rsid w:val="00CD6897"/>
    <w:rsid w:val="00CE1FAF"/>
    <w:rsid w:val="00CE5BAC"/>
    <w:rsid w:val="00CF15CD"/>
    <w:rsid w:val="00CF25BE"/>
    <w:rsid w:val="00CF5BA7"/>
    <w:rsid w:val="00CF78ED"/>
    <w:rsid w:val="00D020C6"/>
    <w:rsid w:val="00D02B25"/>
    <w:rsid w:val="00D02EBA"/>
    <w:rsid w:val="00D05724"/>
    <w:rsid w:val="00D10C0D"/>
    <w:rsid w:val="00D10DAE"/>
    <w:rsid w:val="00D12028"/>
    <w:rsid w:val="00D12093"/>
    <w:rsid w:val="00D15457"/>
    <w:rsid w:val="00D16C55"/>
    <w:rsid w:val="00D17C3C"/>
    <w:rsid w:val="00D25A21"/>
    <w:rsid w:val="00D26B2C"/>
    <w:rsid w:val="00D30392"/>
    <w:rsid w:val="00D3246F"/>
    <w:rsid w:val="00D352C9"/>
    <w:rsid w:val="00D415F6"/>
    <w:rsid w:val="00D41632"/>
    <w:rsid w:val="00D425B2"/>
    <w:rsid w:val="00D428D6"/>
    <w:rsid w:val="00D45B27"/>
    <w:rsid w:val="00D46BF9"/>
    <w:rsid w:val="00D5140B"/>
    <w:rsid w:val="00D552B2"/>
    <w:rsid w:val="00D567F7"/>
    <w:rsid w:val="00D608D1"/>
    <w:rsid w:val="00D620DF"/>
    <w:rsid w:val="00D668C1"/>
    <w:rsid w:val="00D73069"/>
    <w:rsid w:val="00D74119"/>
    <w:rsid w:val="00D7521A"/>
    <w:rsid w:val="00D80598"/>
    <w:rsid w:val="00D8075B"/>
    <w:rsid w:val="00D83B8E"/>
    <w:rsid w:val="00D8678B"/>
    <w:rsid w:val="00D912D2"/>
    <w:rsid w:val="00D92E40"/>
    <w:rsid w:val="00D96E84"/>
    <w:rsid w:val="00D9760E"/>
    <w:rsid w:val="00DA2114"/>
    <w:rsid w:val="00DA32BB"/>
    <w:rsid w:val="00DA3CC6"/>
    <w:rsid w:val="00DA7969"/>
    <w:rsid w:val="00DC6F0A"/>
    <w:rsid w:val="00DE09C0"/>
    <w:rsid w:val="00DE4A14"/>
    <w:rsid w:val="00DE55FC"/>
    <w:rsid w:val="00DF320D"/>
    <w:rsid w:val="00DF6822"/>
    <w:rsid w:val="00DF71C8"/>
    <w:rsid w:val="00E02C28"/>
    <w:rsid w:val="00E05DDB"/>
    <w:rsid w:val="00E07280"/>
    <w:rsid w:val="00E07290"/>
    <w:rsid w:val="00E120D5"/>
    <w:rsid w:val="00E1259D"/>
    <w:rsid w:val="00E129B8"/>
    <w:rsid w:val="00E21E7D"/>
    <w:rsid w:val="00E22B98"/>
    <w:rsid w:val="00E22FBC"/>
    <w:rsid w:val="00E24BF5"/>
    <w:rsid w:val="00E25338"/>
    <w:rsid w:val="00E420CA"/>
    <w:rsid w:val="00E51E44"/>
    <w:rsid w:val="00E53825"/>
    <w:rsid w:val="00E56979"/>
    <w:rsid w:val="00E61602"/>
    <w:rsid w:val="00E63348"/>
    <w:rsid w:val="00E64150"/>
    <w:rsid w:val="00E64B58"/>
    <w:rsid w:val="00E72E93"/>
    <w:rsid w:val="00E742AA"/>
    <w:rsid w:val="00E75914"/>
    <w:rsid w:val="00E77E88"/>
    <w:rsid w:val="00E8107D"/>
    <w:rsid w:val="00E82133"/>
    <w:rsid w:val="00E90E0E"/>
    <w:rsid w:val="00E92628"/>
    <w:rsid w:val="00E93222"/>
    <w:rsid w:val="00E960BB"/>
    <w:rsid w:val="00E974B5"/>
    <w:rsid w:val="00EA2074"/>
    <w:rsid w:val="00EA46A7"/>
    <w:rsid w:val="00EA4832"/>
    <w:rsid w:val="00EA4E9D"/>
    <w:rsid w:val="00EA5118"/>
    <w:rsid w:val="00EA659E"/>
    <w:rsid w:val="00EB17CF"/>
    <w:rsid w:val="00EB1C78"/>
    <w:rsid w:val="00EB42C3"/>
    <w:rsid w:val="00EB49FA"/>
    <w:rsid w:val="00EB4CDC"/>
    <w:rsid w:val="00EB54C3"/>
    <w:rsid w:val="00EC4899"/>
    <w:rsid w:val="00EC48CE"/>
    <w:rsid w:val="00ED03AB"/>
    <w:rsid w:val="00ED1A0C"/>
    <w:rsid w:val="00ED32D2"/>
    <w:rsid w:val="00ED7BA0"/>
    <w:rsid w:val="00ED7E07"/>
    <w:rsid w:val="00EE2330"/>
    <w:rsid w:val="00EE32DE"/>
    <w:rsid w:val="00EE5457"/>
    <w:rsid w:val="00F042AE"/>
    <w:rsid w:val="00F070AB"/>
    <w:rsid w:val="00F071C2"/>
    <w:rsid w:val="00F113D9"/>
    <w:rsid w:val="00F17567"/>
    <w:rsid w:val="00F27A7B"/>
    <w:rsid w:val="00F41B5E"/>
    <w:rsid w:val="00F4531A"/>
    <w:rsid w:val="00F4652A"/>
    <w:rsid w:val="00F526AF"/>
    <w:rsid w:val="00F57C98"/>
    <w:rsid w:val="00F617C3"/>
    <w:rsid w:val="00F7066B"/>
    <w:rsid w:val="00F7283E"/>
    <w:rsid w:val="00F74200"/>
    <w:rsid w:val="00F81A7A"/>
    <w:rsid w:val="00F83B28"/>
    <w:rsid w:val="00F933D3"/>
    <w:rsid w:val="00F96D3C"/>
    <w:rsid w:val="00F974DA"/>
    <w:rsid w:val="00F97B5C"/>
    <w:rsid w:val="00FA46E5"/>
    <w:rsid w:val="00FB628A"/>
    <w:rsid w:val="00FB7DBA"/>
    <w:rsid w:val="00FC1C25"/>
    <w:rsid w:val="00FC3F45"/>
    <w:rsid w:val="00FC5758"/>
    <w:rsid w:val="00FC588E"/>
    <w:rsid w:val="00FC5D56"/>
    <w:rsid w:val="00FD406C"/>
    <w:rsid w:val="00FD503F"/>
    <w:rsid w:val="00FD7589"/>
    <w:rsid w:val="00FD763F"/>
    <w:rsid w:val="00FE41E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47AB3-50CE-44BA-AD2C-7269723B2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50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50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507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50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507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F6AAA-A2AB-4AF9-B45A-1154E1F1C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987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2019-02-06T12:12:00Z</cp:lastPrinted>
  <dcterms:created xsi:type="dcterms:W3CDTF">2020-10-27T16:03:00Z</dcterms:created>
  <dcterms:modified xsi:type="dcterms:W3CDTF">2021-01-13T09:11:00Z</dcterms:modified>
</cp:coreProperties>
</file>